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A7B80799D0B4E55ABD60C7416C96789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Pr="009A35E4" w:rsidRDefault="00053A6B" w:rsidP="00CF0EF4">
          <w:pPr>
            <w:pStyle w:val="Tituldatum"/>
          </w:pPr>
          <w:r>
            <w:rPr>
              <w:rStyle w:val="Nzevakce"/>
            </w:rPr>
            <w:t>Rekonstrukce výpravní budovy v žst. Ostružná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53A6B">
        <w:t>17. 05. 2022</w:t>
      </w:r>
    </w:p>
    <w:p w:rsidR="00053A6B" w:rsidRPr="006C2343" w:rsidRDefault="00053A6B" w:rsidP="006C2343">
      <w:pPr>
        <w:pStyle w:val="Tituldatum"/>
      </w:pP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053A6B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53A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53A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53A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53A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53A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53A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53A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A35E4">
        <w:t>Objednatele</w:t>
      </w:r>
      <w:r w:rsidRPr="009A35E4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="009A35E4">
        <w:t>XC4</w:t>
      </w:r>
      <w:r w:rsidRPr="009A35E4">
        <w:t>).</w:t>
      </w:r>
    </w:p>
    <w:p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A35E4">
        <w:t>Objednatelem</w:t>
      </w:r>
      <w:r w:rsidRPr="009A35E4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5E4" w:rsidRDefault="009A35E4" w:rsidP="00962258">
      <w:pPr>
        <w:spacing w:after="0" w:line="240" w:lineRule="auto"/>
      </w:pPr>
      <w:r>
        <w:separator/>
      </w:r>
    </w:p>
  </w:endnote>
  <w:endnote w:type="continuationSeparator" w:id="0">
    <w:p w:rsidR="009A35E4" w:rsidRDefault="009A35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3A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3A6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053A6B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výpravní budovy v žst. Ostružná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53A6B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53A6B">
            <w:rPr>
              <w:b/>
              <w:bCs/>
              <w:noProof/>
            </w:rPr>
            <w:t>Rekonstrukce</w:t>
          </w:r>
          <w:r>
            <w:rPr>
              <w:noProof/>
            </w:rPr>
            <w:t xml:space="preserve"> výpravní budovy v žst. Ostružná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3A6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3A6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5E4" w:rsidRDefault="009A35E4" w:rsidP="00962258">
      <w:pPr>
        <w:spacing w:after="0" w:line="240" w:lineRule="auto"/>
      </w:pPr>
      <w:r>
        <w:separator/>
      </w:r>
    </w:p>
  </w:footnote>
  <w:footnote w:type="continuationSeparator" w:id="0">
    <w:p w:rsidR="009A35E4" w:rsidRDefault="009A35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E4"/>
    <w:rsid w:val="000008ED"/>
    <w:rsid w:val="00017F3C"/>
    <w:rsid w:val="000373DC"/>
    <w:rsid w:val="00041EC8"/>
    <w:rsid w:val="000537B2"/>
    <w:rsid w:val="00053A6B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35E4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B63739"/>
  <w14:defaultImageDpi w14:val="32767"/>
  <w15:docId w15:val="{2C1A418A-C383-4E19-9485-40B78DEE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IVIN\KRAVA&#344;E\KSP_Krava&#345;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7B80799D0B4E55ABD60C7416C967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757DE0-2195-49C3-A7BC-7E6FCFA9A647}"/>
      </w:docPartPr>
      <w:docPartBody>
        <w:p w:rsidR="008270E4" w:rsidRDefault="008270E4">
          <w:pPr>
            <w:pStyle w:val="EA7B80799D0B4E55ABD60C7416C9678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E4"/>
    <w:rsid w:val="0082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A7B80799D0B4E55ABD60C7416C96789">
    <w:name w:val="EA7B80799D0B4E55ABD60C7416C967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A16A0F-DCDE-4DDB-AB29-FCFC08D00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KSP_Kravaře</Template>
  <TotalTime>8</TotalTime>
  <Pages>6</Pages>
  <Words>1834</Words>
  <Characters>10825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Divín Pavel</dc:creator>
  <cp:lastModifiedBy>Divín Pavel</cp:lastModifiedBy>
  <cp:revision>2</cp:revision>
  <cp:lastPrinted>2019-03-13T10:28:00Z</cp:lastPrinted>
  <dcterms:created xsi:type="dcterms:W3CDTF">2021-12-16T11:00:00Z</dcterms:created>
  <dcterms:modified xsi:type="dcterms:W3CDTF">2022-05-17T09:39:00Z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